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1F1DC851" w:rsidR="00CF0EF4" w:rsidRDefault="007D1814" w:rsidP="00CF0EF4">
          <w:pPr>
            <w:pStyle w:val="Tituldatum"/>
          </w:pPr>
          <w:r w:rsidRPr="007D1814">
            <w:rPr>
              <w:rStyle w:val="Nzevakce"/>
            </w:rPr>
            <w:t>Doplnění závor na přejezdu P3908 v km 8,091 trati Studenec - Křižanov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  <w:bookmarkStart w:id="0" w:name="_GoBack"/>
      <w:bookmarkEnd w:id="0"/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E7E774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D1814" w:rsidRPr="007D1814">
        <w:t>26</w:t>
      </w:r>
      <w:r w:rsidRPr="007D1814">
        <w:t xml:space="preserve">. </w:t>
      </w:r>
      <w:r w:rsidR="009933B5" w:rsidRPr="007D1814">
        <w:t>1</w:t>
      </w:r>
      <w:r w:rsidRPr="007D1814">
        <w:t>. 20</w:t>
      </w:r>
      <w:r w:rsidR="00A616BE" w:rsidRPr="007D1814">
        <w:t>2</w:t>
      </w:r>
      <w:r w:rsidR="007D1814" w:rsidRPr="007D1814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E13F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E13F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E13F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E13F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E13F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3FF40" w14:textId="77777777" w:rsidR="00E13F81" w:rsidRDefault="00E13F81" w:rsidP="00962258">
      <w:pPr>
        <w:spacing w:after="0" w:line="240" w:lineRule="auto"/>
      </w:pPr>
      <w:r>
        <w:separator/>
      </w:r>
    </w:p>
  </w:endnote>
  <w:endnote w:type="continuationSeparator" w:id="0">
    <w:p w14:paraId="6C9E8B21" w14:textId="77777777" w:rsidR="00E13F81" w:rsidRDefault="00E13F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1CF98D42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18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18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C55A8DA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7D1814" w:rsidRPr="007D1814">
            <w:rPr>
              <w:b/>
              <w:bCs/>
              <w:noProof/>
            </w:rPr>
            <w:t>Doplnění</w:t>
          </w:r>
          <w:r w:rsidR="007D1814">
            <w:rPr>
              <w:b/>
              <w:noProof/>
            </w:rPr>
            <w:t xml:space="preserve"> závor na přejezdu P3908 v km 8,091 trati Studenec - Křižanov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311831D7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7D1814" w:rsidRPr="007D1814">
            <w:rPr>
              <w:b/>
              <w:bCs/>
              <w:noProof/>
            </w:rPr>
            <w:t>Doplnění</w:t>
          </w:r>
          <w:r w:rsidR="007D1814">
            <w:rPr>
              <w:b/>
              <w:noProof/>
            </w:rPr>
            <w:t xml:space="preserve"> závor na přejezdu P3908 v km 8,091 trati Studenec - Křižanov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4F5FD955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181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18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5715D" w14:textId="77777777" w:rsidR="00E13F81" w:rsidRDefault="00E13F81" w:rsidP="00962258">
      <w:pPr>
        <w:spacing w:after="0" w:line="240" w:lineRule="auto"/>
      </w:pPr>
      <w:r>
        <w:separator/>
      </w:r>
    </w:p>
  </w:footnote>
  <w:footnote w:type="continuationSeparator" w:id="0">
    <w:p w14:paraId="74AB656A" w14:textId="77777777" w:rsidR="00E13F81" w:rsidRDefault="00E13F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1814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3F81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B673BE-F629-43CF-8E79-CDDF38DB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C2226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5A7454E-B904-40DF-9B17-84C54CE1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1576</Words>
  <Characters>9304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2</cp:revision>
  <cp:lastPrinted>2019-03-13T10:28:00Z</cp:lastPrinted>
  <dcterms:created xsi:type="dcterms:W3CDTF">2021-01-26T10:43:00Z</dcterms:created>
  <dcterms:modified xsi:type="dcterms:W3CDTF">2021-01-26T10:43:00Z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